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-4445</wp:posOffset>
                </wp:positionH>
                <wp:positionV relativeFrom="paragraph">
                  <wp:posOffset>-960120</wp:posOffset>
                </wp:positionV>
                <wp:extent cx="7569835" cy="10761980"/>
                <wp:effectExtent l="0" t="0" r="12065" b="1270"/>
                <wp:wrapNone/>
                <wp:docPr id="42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835" cy="10761980"/>
                        </a:xfrm>
                        <a:prstGeom prst="rect">
                          <a:avLst/>
                        </a:prstGeom>
                        <a:solidFill>
                          <a:srgbClr val="3E7299"/>
                        </a:solidFill>
                        <a:ln w="12700">
                          <a:noFill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-0.35pt;margin-top:-75.6pt;height:847.4pt;width:596.05pt;mso-position-horizontal-relative:page;z-index:251694080;v-text-anchor:middle;mso-width-relative:page;mso-height-relative:page;" fillcolor="#3E7299" filled="t" stroked="f" coordsize="21600,21600" o:gfxdata="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gpedXdwAAAAMAQAADwAAAAAAAAABACAAAAAiAAAAZHJzL2Rvd25yZXYueG1sUEsB&#10;AhQAFAAAAAgAh07iQPUUIBK4AQAAOQMAAA4AAAAAAAAAAQAgAAAAKwEAAGRycy9lMm9Eb2MueG1s&#10;UEsFBgAAAAAGAAYAWQEAAFUFAAAAAA=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3077210</wp:posOffset>
                </wp:positionH>
                <wp:positionV relativeFrom="paragraph">
                  <wp:posOffset>4612640</wp:posOffset>
                </wp:positionV>
                <wp:extent cx="144145" cy="161925"/>
                <wp:effectExtent l="0" t="0" r="8255" b="9525"/>
                <wp:wrapNone/>
                <wp:docPr id="5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20210" y="5725160"/>
                          <a:ext cx="144145" cy="16192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4410" y="0"/>
                            </a:cxn>
                            <a:cxn ang="0">
                              <a:pos x="52599" y="5861"/>
                            </a:cxn>
                            <a:cxn ang="0">
                              <a:pos x="64064" y="35169"/>
                            </a:cxn>
                            <a:cxn ang="0">
                              <a:pos x="60788" y="43375"/>
                            </a:cxn>
                            <a:cxn ang="0">
                              <a:pos x="41135" y="51581"/>
                            </a:cxn>
                            <a:cxn ang="0">
                              <a:pos x="78804" y="113713"/>
                            </a:cxn>
                            <a:cxn ang="0">
                              <a:pos x="98458" y="105507"/>
                            </a:cxn>
                            <a:cxn ang="0">
                              <a:pos x="109922" y="106679"/>
                            </a:cxn>
                            <a:cxn ang="0">
                              <a:pos x="141041" y="128953"/>
                            </a:cxn>
                            <a:cxn ang="0">
                              <a:pos x="142679" y="137159"/>
                            </a:cxn>
                            <a:cxn ang="0">
                              <a:pos x="124663" y="157088"/>
                            </a:cxn>
                            <a:cxn ang="0">
                              <a:pos x="108285" y="159433"/>
                            </a:cxn>
                            <a:cxn ang="0">
                              <a:pos x="190" y="9378"/>
                            </a:cxn>
                            <a:cxn ang="0">
                              <a:pos x="11654" y="2345"/>
                            </a:cxn>
                            <a:cxn ang="0">
                              <a:pos x="44410" y="0"/>
                            </a:cxn>
                          </a:cxnLst>
                          <a:pathLst>
                            <a:path w="1978606" h="3092264">
                              <a:moveTo>
                                <a:pt x="608252" y="0"/>
                              </a:moveTo>
                              <a:cubicBezTo>
                                <a:pt x="675547" y="0"/>
                                <a:pt x="697978" y="44800"/>
                                <a:pt x="720410" y="112000"/>
                              </a:cubicBezTo>
                              <a:cubicBezTo>
                                <a:pt x="787705" y="291200"/>
                                <a:pt x="832568" y="492800"/>
                                <a:pt x="877432" y="672000"/>
                              </a:cubicBezTo>
                              <a:cubicBezTo>
                                <a:pt x="899864" y="761601"/>
                                <a:pt x="877432" y="806401"/>
                                <a:pt x="832568" y="828801"/>
                              </a:cubicBezTo>
                              <a:cubicBezTo>
                                <a:pt x="742842" y="896001"/>
                                <a:pt x="653115" y="940801"/>
                                <a:pt x="563388" y="985601"/>
                              </a:cubicBezTo>
                              <a:cubicBezTo>
                                <a:pt x="563388" y="1388801"/>
                                <a:pt x="675547" y="1747202"/>
                                <a:pt x="1079317" y="2172802"/>
                              </a:cubicBezTo>
                              <a:cubicBezTo>
                                <a:pt x="1169044" y="2105602"/>
                                <a:pt x="1270188" y="2055228"/>
                                <a:pt x="1337349" y="2010428"/>
                              </a:cubicBezTo>
                              <a:cubicBezTo>
                                <a:pt x="1404510" y="1965628"/>
                                <a:pt x="1454947" y="1993602"/>
                                <a:pt x="1505519" y="2038402"/>
                              </a:cubicBezTo>
                              <a:cubicBezTo>
                                <a:pt x="1640109" y="2172802"/>
                                <a:pt x="1797131" y="2307202"/>
                                <a:pt x="1931721" y="2464003"/>
                              </a:cubicBezTo>
                              <a:cubicBezTo>
                                <a:pt x="1976584" y="2508803"/>
                                <a:pt x="1999016" y="2576003"/>
                                <a:pt x="1954153" y="2620803"/>
                              </a:cubicBezTo>
                              <a:cubicBezTo>
                                <a:pt x="1864426" y="2755203"/>
                                <a:pt x="1797131" y="2867203"/>
                                <a:pt x="1707404" y="3001603"/>
                              </a:cubicBezTo>
                              <a:cubicBezTo>
                                <a:pt x="1640109" y="3113603"/>
                                <a:pt x="1572814" y="3113603"/>
                                <a:pt x="1483087" y="3046403"/>
                              </a:cubicBezTo>
                              <a:cubicBezTo>
                                <a:pt x="496093" y="2329602"/>
                                <a:pt x="-42267" y="1568002"/>
                                <a:pt x="2596" y="179200"/>
                              </a:cubicBezTo>
                              <a:cubicBezTo>
                                <a:pt x="2596" y="89600"/>
                                <a:pt x="25028" y="44800"/>
                                <a:pt x="159618" y="44800"/>
                              </a:cubicBezTo>
                              <a:cubicBezTo>
                                <a:pt x="294208" y="22400"/>
                                <a:pt x="451230" y="0"/>
                                <a:pt x="6082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42.3pt;margin-top:363.2pt;height:12.75pt;width:11.35pt;z-index:251711488;v-text-anchor:middle;mso-width-relative:page;mso-height-relative:page;" fillcolor="#FFFFFF" filled="t" stroked="f" coordsize="1978606,3092264" o:gfxdata="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<v:path o:connectlocs="44410,0;52599,5861;64064,35169;60788,43375;41135,51581;78804,113713;98458,105507;109922,106679;141041,128953;142679,137159;124663,157088;108285,159433;190,9378;11654,2345;44410,0" o:connectangles="0,0,0,0,0,0,0,0,0,0,0,0,0,0,0"/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5165090</wp:posOffset>
                </wp:positionV>
                <wp:extent cx="179705" cy="107950"/>
                <wp:effectExtent l="4445" t="4445" r="6350" b="20955"/>
                <wp:wrapNone/>
                <wp:docPr id="56" name="Freeform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>
                        <a:xfrm>
                          <a:off x="4185285" y="6277610"/>
                          <a:ext cx="179705" cy="1079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9904" y="0"/>
                            </a:cxn>
                            <a:cxn ang="0">
                              <a:pos x="28487" y="1773"/>
                            </a:cxn>
                            <a:cxn ang="0">
                              <a:pos x="18178" y="6429"/>
                            </a:cxn>
                            <a:cxn ang="0">
                              <a:pos x="9865" y="13745"/>
                            </a:cxn>
                            <a:cxn ang="0">
                              <a:pos x="3880" y="23055"/>
                            </a:cxn>
                            <a:cxn ang="0">
                              <a:pos x="443" y="34140"/>
                            </a:cxn>
                            <a:cxn ang="0">
                              <a:pos x="0" y="283980"/>
                            </a:cxn>
                            <a:cxn ang="0">
                              <a:pos x="1773" y="295619"/>
                            </a:cxn>
                            <a:cxn ang="0">
                              <a:pos x="6429" y="305706"/>
                            </a:cxn>
                            <a:cxn ang="0">
                              <a:pos x="13855" y="314130"/>
                            </a:cxn>
                            <a:cxn ang="0">
                              <a:pos x="23166" y="320226"/>
                            </a:cxn>
                            <a:cxn ang="0">
                              <a:pos x="34140" y="323441"/>
                            </a:cxn>
                            <a:cxn ang="0">
                              <a:pos x="437388" y="323884"/>
                            </a:cxn>
                            <a:cxn ang="0">
                              <a:pos x="449027" y="322332"/>
                            </a:cxn>
                            <a:cxn ang="0">
                              <a:pos x="459114" y="317455"/>
                            </a:cxn>
                            <a:cxn ang="0">
                              <a:pos x="467538" y="310250"/>
                            </a:cxn>
                            <a:cxn ang="0">
                              <a:pos x="473634" y="300829"/>
                            </a:cxn>
                            <a:cxn ang="0">
                              <a:pos x="476959" y="289966"/>
                            </a:cxn>
                            <a:cxn ang="0">
                              <a:pos x="477292" y="40125"/>
                            </a:cxn>
                            <a:cxn ang="0">
                              <a:pos x="475740" y="28487"/>
                            </a:cxn>
                            <a:cxn ang="0">
                              <a:pos x="470863" y="18289"/>
                            </a:cxn>
                            <a:cxn ang="0">
                              <a:pos x="463658" y="9865"/>
                            </a:cxn>
                            <a:cxn ang="0">
                              <a:pos x="454237" y="3769"/>
                            </a:cxn>
                            <a:cxn ang="0">
                              <a:pos x="443374" y="443"/>
                            </a:cxn>
                            <a:cxn ang="0">
                              <a:pos x="427856" y="28598"/>
                            </a:cxn>
                            <a:cxn ang="0">
                              <a:pos x="264473" y="173691"/>
                            </a:cxn>
                            <a:cxn ang="0">
                              <a:pos x="255273" y="180675"/>
                            </a:cxn>
                            <a:cxn ang="0">
                              <a:pos x="247624" y="185219"/>
                            </a:cxn>
                            <a:cxn ang="0">
                              <a:pos x="241306" y="187547"/>
                            </a:cxn>
                            <a:cxn ang="0">
                              <a:pos x="236097" y="187547"/>
                            </a:cxn>
                            <a:cxn ang="0">
                              <a:pos x="229779" y="185219"/>
                            </a:cxn>
                            <a:cxn ang="0">
                              <a:pos x="222019" y="180675"/>
                            </a:cxn>
                            <a:cxn ang="0">
                              <a:pos x="213041" y="173691"/>
                            </a:cxn>
                            <a:cxn ang="0">
                              <a:pos x="49547" y="28598"/>
                            </a:cxn>
                            <a:cxn ang="0">
                              <a:pos x="29817" y="275113"/>
                            </a:cxn>
                            <a:cxn ang="0">
                              <a:pos x="153518" y="163383"/>
                            </a:cxn>
                            <a:cxn ang="0">
                              <a:pos x="50545" y="295286"/>
                            </a:cxn>
                            <a:cxn ang="0">
                              <a:pos x="195195" y="202732"/>
                            </a:cxn>
                            <a:cxn ang="0">
                              <a:pos x="205947" y="210270"/>
                            </a:cxn>
                            <a:cxn ang="0">
                              <a:pos x="218140" y="215590"/>
                            </a:cxn>
                            <a:cxn ang="0">
                              <a:pos x="231441" y="218029"/>
                            </a:cxn>
                            <a:cxn ang="0">
                              <a:pos x="245851" y="218029"/>
                            </a:cxn>
                            <a:cxn ang="0">
                              <a:pos x="259374" y="215590"/>
                            </a:cxn>
                            <a:cxn ang="0">
                              <a:pos x="271567" y="210270"/>
                            </a:cxn>
                            <a:cxn ang="0">
                              <a:pos x="282318" y="202732"/>
                            </a:cxn>
                            <a:cxn ang="0">
                              <a:pos x="426969" y="295286"/>
                            </a:cxn>
                            <a:cxn ang="0">
                              <a:pos x="447697" y="275113"/>
                            </a:cxn>
                            <a:cxn ang="0">
                              <a:pos x="447697" y="54646"/>
                            </a:cxn>
                            <a:cxn ang="0">
                              <a:pos x="447697" y="275113"/>
                            </a:cxn>
                          </a:cxnLst>
                          <a:pathLst>
                            <a:path w="4306" h="2922">
                              <a:moveTo>
                                <a:pt x="3946" y="0"/>
                              </a:moveTo>
                              <a:lnTo>
                                <a:pt x="360" y="0"/>
                              </a:lnTo>
                              <a:lnTo>
                                <a:pt x="308" y="4"/>
                              </a:lnTo>
                              <a:lnTo>
                                <a:pt x="257" y="16"/>
                              </a:lnTo>
                              <a:lnTo>
                                <a:pt x="209" y="34"/>
                              </a:lnTo>
                              <a:lnTo>
                                <a:pt x="164" y="58"/>
                              </a:lnTo>
                              <a:lnTo>
                                <a:pt x="125" y="89"/>
                              </a:lnTo>
                              <a:lnTo>
                                <a:pt x="89" y="124"/>
                              </a:lnTo>
                              <a:lnTo>
                                <a:pt x="58" y="165"/>
                              </a:lnTo>
                              <a:lnTo>
                                <a:pt x="35" y="208"/>
                              </a:lnTo>
                              <a:lnTo>
                                <a:pt x="16" y="257"/>
                              </a:lnTo>
                              <a:lnTo>
                                <a:pt x="4" y="308"/>
                              </a:lnTo>
                              <a:lnTo>
                                <a:pt x="0" y="362"/>
                              </a:lnTo>
                              <a:lnTo>
                                <a:pt x="0" y="2562"/>
                              </a:lnTo>
                              <a:lnTo>
                                <a:pt x="4" y="2616"/>
                              </a:lnTo>
                              <a:lnTo>
                                <a:pt x="16" y="2667"/>
                              </a:lnTo>
                              <a:lnTo>
                                <a:pt x="35" y="2714"/>
                              </a:lnTo>
                              <a:lnTo>
                                <a:pt x="58" y="2758"/>
                              </a:lnTo>
                              <a:lnTo>
                                <a:pt x="89" y="2799"/>
                              </a:lnTo>
                              <a:lnTo>
                                <a:pt x="125" y="2834"/>
                              </a:lnTo>
                              <a:lnTo>
                                <a:pt x="164" y="2864"/>
                              </a:lnTo>
                              <a:lnTo>
                                <a:pt x="209" y="2889"/>
                              </a:lnTo>
                              <a:lnTo>
                                <a:pt x="257" y="2908"/>
                              </a:lnTo>
                              <a:lnTo>
                                <a:pt x="308" y="2918"/>
                              </a:lnTo>
                              <a:lnTo>
                                <a:pt x="360" y="2922"/>
                              </a:lnTo>
                              <a:lnTo>
                                <a:pt x="3946" y="2922"/>
                              </a:lnTo>
                              <a:lnTo>
                                <a:pt x="4000" y="2918"/>
                              </a:lnTo>
                              <a:lnTo>
                                <a:pt x="4051" y="2908"/>
                              </a:lnTo>
                              <a:lnTo>
                                <a:pt x="4098" y="2889"/>
                              </a:lnTo>
                              <a:lnTo>
                                <a:pt x="4142" y="2864"/>
                              </a:lnTo>
                              <a:lnTo>
                                <a:pt x="4183" y="2834"/>
                              </a:lnTo>
                              <a:lnTo>
                                <a:pt x="4218" y="2799"/>
                              </a:lnTo>
                              <a:lnTo>
                                <a:pt x="4248" y="2758"/>
                              </a:lnTo>
                              <a:lnTo>
                                <a:pt x="4273" y="2714"/>
                              </a:lnTo>
                              <a:lnTo>
                                <a:pt x="4292" y="2667"/>
                              </a:lnTo>
                              <a:lnTo>
                                <a:pt x="4303" y="2616"/>
                              </a:lnTo>
                              <a:lnTo>
                                <a:pt x="4306" y="2562"/>
                              </a:lnTo>
                              <a:lnTo>
                                <a:pt x="4306" y="362"/>
                              </a:lnTo>
                              <a:lnTo>
                                <a:pt x="4303" y="308"/>
                              </a:lnTo>
                              <a:lnTo>
                                <a:pt x="4292" y="257"/>
                              </a:lnTo>
                              <a:lnTo>
                                <a:pt x="4273" y="208"/>
                              </a:lnTo>
                              <a:lnTo>
                                <a:pt x="4248" y="165"/>
                              </a:lnTo>
                              <a:lnTo>
                                <a:pt x="4218" y="124"/>
                              </a:lnTo>
                              <a:lnTo>
                                <a:pt x="4183" y="89"/>
                              </a:lnTo>
                              <a:lnTo>
                                <a:pt x="4142" y="58"/>
                              </a:lnTo>
                              <a:lnTo>
                                <a:pt x="4098" y="34"/>
                              </a:lnTo>
                              <a:lnTo>
                                <a:pt x="4051" y="16"/>
                              </a:lnTo>
                              <a:lnTo>
                                <a:pt x="4000" y="4"/>
                              </a:lnTo>
                              <a:lnTo>
                                <a:pt x="3946" y="0"/>
                              </a:lnTo>
                              <a:close/>
                              <a:moveTo>
                                <a:pt x="3860" y="258"/>
                              </a:moveTo>
                              <a:lnTo>
                                <a:pt x="2430" y="1528"/>
                              </a:lnTo>
                              <a:lnTo>
                                <a:pt x="2386" y="1567"/>
                              </a:lnTo>
                              <a:lnTo>
                                <a:pt x="2342" y="1601"/>
                              </a:lnTo>
                              <a:lnTo>
                                <a:pt x="2303" y="1630"/>
                              </a:lnTo>
                              <a:lnTo>
                                <a:pt x="2268" y="1652"/>
                              </a:lnTo>
                              <a:lnTo>
                                <a:pt x="2234" y="1671"/>
                              </a:lnTo>
                              <a:lnTo>
                                <a:pt x="2205" y="1684"/>
                              </a:lnTo>
                              <a:lnTo>
                                <a:pt x="2177" y="1692"/>
                              </a:lnTo>
                              <a:lnTo>
                                <a:pt x="2154" y="1694"/>
                              </a:lnTo>
                              <a:lnTo>
                                <a:pt x="2130" y="1692"/>
                              </a:lnTo>
                              <a:lnTo>
                                <a:pt x="2103" y="1684"/>
                              </a:lnTo>
                              <a:lnTo>
                                <a:pt x="2073" y="1671"/>
                              </a:lnTo>
                              <a:lnTo>
                                <a:pt x="2040" y="1652"/>
                              </a:lnTo>
                              <a:lnTo>
                                <a:pt x="2003" y="1630"/>
                              </a:lnTo>
                              <a:lnTo>
                                <a:pt x="1964" y="1601"/>
                              </a:lnTo>
                              <a:lnTo>
                                <a:pt x="1922" y="1567"/>
                              </a:lnTo>
                              <a:lnTo>
                                <a:pt x="1876" y="1528"/>
                              </a:lnTo>
                              <a:lnTo>
                                <a:pt x="447" y="258"/>
                              </a:lnTo>
                              <a:lnTo>
                                <a:pt x="3860" y="258"/>
                              </a:lnTo>
                              <a:close/>
                              <a:moveTo>
                                <a:pt x="269" y="2482"/>
                              </a:moveTo>
                              <a:lnTo>
                                <a:pt x="269" y="493"/>
                              </a:lnTo>
                              <a:lnTo>
                                <a:pt x="1385" y="1474"/>
                              </a:lnTo>
                              <a:lnTo>
                                <a:pt x="269" y="2482"/>
                              </a:lnTo>
                              <a:close/>
                              <a:moveTo>
                                <a:pt x="456" y="2664"/>
                              </a:moveTo>
                              <a:lnTo>
                                <a:pt x="1577" y="1668"/>
                              </a:lnTo>
                              <a:lnTo>
                                <a:pt x="1761" y="1829"/>
                              </a:lnTo>
                              <a:lnTo>
                                <a:pt x="1808" y="1866"/>
                              </a:lnTo>
                              <a:lnTo>
                                <a:pt x="1858" y="1897"/>
                              </a:lnTo>
                              <a:lnTo>
                                <a:pt x="1912" y="1924"/>
                              </a:lnTo>
                              <a:lnTo>
                                <a:pt x="1968" y="1945"/>
                              </a:lnTo>
                              <a:lnTo>
                                <a:pt x="2027" y="1959"/>
                              </a:lnTo>
                              <a:lnTo>
                                <a:pt x="2088" y="1967"/>
                              </a:lnTo>
                              <a:lnTo>
                                <a:pt x="2154" y="1971"/>
                              </a:lnTo>
                              <a:lnTo>
                                <a:pt x="2218" y="1967"/>
                              </a:lnTo>
                              <a:lnTo>
                                <a:pt x="2281" y="1959"/>
                              </a:lnTo>
                              <a:lnTo>
                                <a:pt x="2340" y="1945"/>
                              </a:lnTo>
                              <a:lnTo>
                                <a:pt x="2396" y="1924"/>
                              </a:lnTo>
                              <a:lnTo>
                                <a:pt x="2450" y="1897"/>
                              </a:lnTo>
                              <a:lnTo>
                                <a:pt x="2500" y="1866"/>
                              </a:lnTo>
                              <a:lnTo>
                                <a:pt x="2547" y="1829"/>
                              </a:lnTo>
                              <a:lnTo>
                                <a:pt x="2730" y="1668"/>
                              </a:lnTo>
                              <a:lnTo>
                                <a:pt x="3852" y="2664"/>
                              </a:lnTo>
                              <a:lnTo>
                                <a:pt x="456" y="2664"/>
                              </a:lnTo>
                              <a:close/>
                              <a:moveTo>
                                <a:pt x="4039" y="2482"/>
                              </a:moveTo>
                              <a:lnTo>
                                <a:pt x="2922" y="1474"/>
                              </a:lnTo>
                              <a:lnTo>
                                <a:pt x="4039" y="493"/>
                              </a:lnTo>
                              <a:lnTo>
                                <a:pt x="4039" y="2482"/>
                              </a:lnTo>
                              <a:close/>
                              <a:moveTo>
                                <a:pt x="4039" y="2482"/>
                              </a:moveTo>
                              <a:lnTo>
                                <a:pt x="4039" y="24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0" cap="flat" cmpd="sng">
                          <a:solidFill>
                            <a:srgbClr val="FFFFFF">
                              <a:alpha val="100000"/>
                            </a:srgb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vert="horz" wrap="square" lIns="91440" tIns="45720" rIns="91440" bIns="45720" anchor="t" upright="1"/>
                    </wps:wsp>
                  </a:graphicData>
                </a:graphic>
              </wp:anchor>
            </w:drawing>
          </mc:Choice>
          <mc:Fallback>
            <w:pict>
              <v:shape id="Freeform 30" o:spid="_x0000_s1026" o:spt="100" style="position:absolute;left:0pt;margin-left:239.55pt;margin-top:406.7pt;height:8.5pt;width:14.15pt;z-index:251710464;mso-width-relative:page;mso-height-relative:page;" fillcolor="#FFFFFF" filled="t" stroked="t" coordsize="4306,2922" o:gfxdata="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" path="m3946,0l360,0,308,4,257,16,209,34,164,58,125,89,89,124,58,165,35,208,16,257,4,308,0,362,0,2562,4,2616,16,2667,35,2714,58,2758,89,2799,125,2834,164,2864,209,2889,257,2908,308,2918,360,2922,3946,2922,4000,2918,4051,2908,4098,2889,4142,2864,4183,2834,4218,2799,4248,2758,4273,2714,4292,2667,4303,2616,4306,2562,4306,362,4303,308,4292,257,4273,208,4248,165,4218,124,4183,89,4142,58,4098,34,4051,16,4000,4,3946,0xm3860,258l2430,1528,2386,1567,2342,1601,2303,1630,2268,1652,2234,1671,2205,1684,2177,1692,2154,1694,2130,1692,2103,1684,2073,1671,2040,1652,2003,1630,1964,1601,1922,1567,1876,1528,447,258,3860,258xm269,2482l269,493,1385,1474,269,2482xm456,2664l1577,1668,1761,1829,1808,1866,1858,1897,1912,1924,1968,1945,2027,1959,2088,1967,2154,1971,2218,1967,2281,1959,2340,1945,2396,1924,2450,1897,2500,1866,2547,1829,2730,1668,3852,2664,456,2664xm4039,2482l2922,1474,4039,493,4039,2482xm4039,2482l4039,2482xe">
                <v:path o:connectlocs="39904,0;28487,1773;18178,6429;9865,13745;3880,23055;443,34140;0,283980;1773,295619;6429,305706;13855,314130;23166,320226;34140,323441;437388,323884;449027,322332;459114,317455;467538,310250;473634,300829;476959,289966;477292,40125;475740,28487;470863,18289;463658,9865;454237,3769;443374,443;427856,28598;264473,173691;255273,180675;247624,185219;241306,187547;236097,187547;229779,185219;222019,180675;213041,173691;49547,28598;29817,275113;153518,163383;50545,295286;195195,202732;205947,210270;218140,215590;231441,218029;245851,218029;259374,215590;271567,210270;282318,202732;426969,295286;447697,275113;447697,54646;447697,275113" o:connectangles="0,0,0,0,0,0,0,0,0,0,0,0,0,0,0,0,0,0,0,0,0,0,0,0,0,0,0,0,0,0,0,0,0,0,0,0,0,0,0,0,0,0,0,0,0,0,0,0,0"/>
                <v:fill on="t" focussize="0,0"/>
                <v:stroke weight="0pt"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5057140</wp:posOffset>
                </wp:positionV>
                <wp:extent cx="287020" cy="306705"/>
                <wp:effectExtent l="6350" t="6350" r="11430" b="10795"/>
                <wp:wrapNone/>
                <wp:docPr id="55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0040" y="6169660"/>
                          <a:ext cx="287020" cy="306705"/>
                        </a:xfrm>
                        <a:prstGeom prst="ellipse">
                          <a:avLst/>
                        </a:prstGeom>
                        <a:solidFill>
                          <a:srgbClr val="3E7299"/>
                        </a:solidFill>
                        <a:ln w="1270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6" o:spid="_x0000_s1026" o:spt="3" type="#_x0000_t3" style="position:absolute;left:0pt;margin-left:235.2pt;margin-top:398.2pt;height:24.15pt;width:22.6pt;z-index:251709440;v-text-anchor:middle;mso-width-relative:page;mso-height-relative:page;" fillcolor="#3E7299" filled="t" stroked="t" coordsize="21600,21600" o:gfxdata="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QZGys3AAAAAsBAAAPAAAAAAAAAAEAIAAAACIA&#10;AABkcnMvZG93bnJldi54bWxQSwECFAAUAAAACACHTuJAa36vDAUCAAD7AwAADgAAAAAAAAABACAA&#10;AAArAQAAZHJzL2Uyb0RvYy54bWxQSwUGAAAAAAYABgBZAQAAogUAAAAA&#10;">
                <v:fill on="t" focussize="0,0"/>
                <v:stroke weight="1pt" color="#FFFFFF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3338195</wp:posOffset>
                </wp:positionH>
                <wp:positionV relativeFrom="paragraph">
                  <wp:posOffset>4968240</wp:posOffset>
                </wp:positionV>
                <wp:extent cx="2322195" cy="443230"/>
                <wp:effectExtent l="0" t="0" r="0" b="0"/>
                <wp:wrapNone/>
                <wp:docPr id="5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81195" y="6080760"/>
                          <a:ext cx="2322195" cy="443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408" w:lineRule="auto"/>
                              <w:jc w:val="both"/>
                              <w:textAlignment w:val="baseline"/>
                              <w:rPr>
                                <w:rFonts w:hint="eastAsia"/>
                                <w:color w:val="3E729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E7299"/>
                                <w:kern w:val="24"/>
                              </w:rPr>
                              <w:t>邮箱：1234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E7299"/>
                                <w:kern w:val="24"/>
                                <w:lang w:val="en-US" w:eastAsia="zh-CN"/>
                              </w:rPr>
                              <w:t>000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E7299"/>
                                <w:kern w:val="24"/>
                              </w:rPr>
                              <w:t>@qq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color w:val="3E7299"/>
                                <w:kern w:val="24"/>
                              </w:rPr>
                              <w:t>.com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62.85pt;margin-top:391.2pt;height:34.9pt;width:182.85pt;z-index:251708416;mso-width-relative:page;mso-height-relative:page;" filled="f" stroked="f" coordsize="21600,21600" o:gfxdata="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Afm3k7YAAAACwEAAA8AAAAAAAAAAQAgAAAAIgAAAGRycy9kb3du&#10;cmV2LnhtbFBLAQIUABQAAAAIAIdO4kCx/zENxgEAAFg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pStyle w:val="2"/>
                        <w:spacing w:before="0" w:beforeAutospacing="0" w:after="0" w:afterAutospacing="0" w:line="408" w:lineRule="auto"/>
                        <w:jc w:val="both"/>
                        <w:textAlignment w:val="baseline"/>
                        <w:rPr>
                          <w:rFonts w:hint="eastAsia"/>
                          <w:color w:val="3E7299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3E7299"/>
                          <w:kern w:val="24"/>
                        </w:rPr>
                        <w:t>邮箱：1234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3E7299"/>
                          <w:kern w:val="24"/>
                          <w:lang w:val="en-US" w:eastAsia="zh-CN"/>
                        </w:rPr>
                        <w:t>000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3E7299"/>
                          <w:kern w:val="24"/>
                        </w:rPr>
                        <w:t>@qq</w:t>
                      </w:r>
                      <w:r>
                        <w:rPr>
                          <w:rFonts w:ascii="微软雅黑" w:hAnsi="微软雅黑" w:eastAsia="微软雅黑" w:cs="Times New Roman"/>
                          <w:color w:val="3E7299"/>
                          <w:kern w:val="24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3338195</wp:posOffset>
                </wp:positionH>
                <wp:positionV relativeFrom="paragraph">
                  <wp:posOffset>4445000</wp:posOffset>
                </wp:positionV>
                <wp:extent cx="2322195" cy="443230"/>
                <wp:effectExtent l="0" t="0" r="0" b="0"/>
                <wp:wrapNone/>
                <wp:docPr id="53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81195" y="5557520"/>
                          <a:ext cx="2322195" cy="443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408" w:lineRule="auto"/>
                              <w:jc w:val="both"/>
                              <w:textAlignment w:val="baseline"/>
                              <w:rPr>
                                <w:rFonts w:hint="eastAsia" w:eastAsia="微软雅黑"/>
                                <w:color w:val="3E7299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E7299"/>
                                <w:kern w:val="24"/>
                              </w:rPr>
                              <w:t>电话：1234567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E7299"/>
                                <w:kern w:val="24"/>
                                <w:lang w:val="en-US" w:eastAsia="zh-CN"/>
                              </w:rPr>
                              <w:t>0000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62.85pt;margin-top:350pt;height:34.9pt;width:182.85pt;z-index:251707392;mso-width-relative:page;mso-height-relative:page;" filled="f" stroked="f" coordsize="21600,21600" o:gfxdata="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ZANUR2QAAAAsBAAAPAAAAAAAAAAEAIAAAACIAAABkcnMvZG93&#10;bnJldi54bWxQSwECFAAUAAAACACHTuJA6jkN8cYBAABYAwAADgAAAAAAAAABACAAAAAo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pStyle w:val="2"/>
                        <w:spacing w:before="0" w:beforeAutospacing="0" w:after="0" w:afterAutospacing="0" w:line="408" w:lineRule="auto"/>
                        <w:jc w:val="both"/>
                        <w:textAlignment w:val="baseline"/>
                        <w:rPr>
                          <w:rFonts w:hint="eastAsia" w:eastAsia="微软雅黑"/>
                          <w:color w:val="3E7299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3E7299"/>
                          <w:kern w:val="24"/>
                        </w:rPr>
                        <w:t>电话：1234567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3E7299"/>
                          <w:kern w:val="24"/>
                          <w:lang w:val="en-US" w:eastAsia="zh-CN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5114925</wp:posOffset>
                </wp:positionV>
                <wp:extent cx="179705" cy="179705"/>
                <wp:effectExtent l="4445" t="4445" r="6350" b="6350"/>
                <wp:wrapNone/>
                <wp:docPr id="52" name="Freeform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>
                        <a:xfrm>
                          <a:off x="1496060" y="6227445"/>
                          <a:ext cx="179705" cy="17970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68325" y="3421063"/>
                            </a:cxn>
                            <a:cxn ang="0">
                              <a:pos x="568325" y="6269038"/>
                            </a:cxn>
                            <a:cxn ang="0">
                              <a:pos x="1143000" y="6269038"/>
                            </a:cxn>
                            <a:cxn ang="0">
                              <a:pos x="1143000" y="3421063"/>
                            </a:cxn>
                            <a:cxn ang="0">
                              <a:pos x="568325" y="3421063"/>
                            </a:cxn>
                            <a:cxn ang="0">
                              <a:pos x="3138488" y="3421063"/>
                            </a:cxn>
                            <a:cxn ang="0">
                              <a:pos x="3138488" y="6269038"/>
                            </a:cxn>
                            <a:cxn ang="0">
                              <a:pos x="3705225" y="6269038"/>
                            </a:cxn>
                            <a:cxn ang="0">
                              <a:pos x="3705225" y="3421063"/>
                            </a:cxn>
                            <a:cxn ang="0">
                              <a:pos x="3138488" y="3421063"/>
                            </a:cxn>
                            <a:cxn ang="0">
                              <a:pos x="285750" y="6843713"/>
                            </a:cxn>
                            <a:cxn ang="0">
                              <a:pos x="6559550" y="6843713"/>
                            </a:cxn>
                            <a:cxn ang="0">
                              <a:pos x="6559550" y="6272213"/>
                            </a:cxn>
                            <a:cxn ang="0">
                              <a:pos x="285750" y="6272213"/>
                            </a:cxn>
                            <a:cxn ang="0">
                              <a:pos x="285750" y="6843713"/>
                            </a:cxn>
                            <a:cxn ang="0">
                              <a:pos x="5700713" y="3421063"/>
                            </a:cxn>
                            <a:cxn ang="0">
                              <a:pos x="5700713" y="6269038"/>
                            </a:cxn>
                            <a:cxn ang="0">
                              <a:pos x="6276975" y="6269038"/>
                            </a:cxn>
                            <a:cxn ang="0">
                              <a:pos x="6276975" y="3421063"/>
                            </a:cxn>
                            <a:cxn ang="0">
                              <a:pos x="5700713" y="3421063"/>
                            </a:cxn>
                            <a:cxn ang="0">
                              <a:pos x="3421063" y="0"/>
                            </a:cxn>
                            <a:cxn ang="0">
                              <a:pos x="0" y="2035175"/>
                            </a:cxn>
                            <a:cxn ang="0">
                              <a:pos x="0" y="2849563"/>
                            </a:cxn>
                            <a:cxn ang="0">
                              <a:pos x="6843713" y="2849563"/>
                            </a:cxn>
                            <a:cxn ang="0">
                              <a:pos x="6843713" y="2035175"/>
                            </a:cxn>
                            <a:cxn ang="0">
                              <a:pos x="3421063" y="0"/>
                            </a:cxn>
                            <a:cxn ang="0">
                              <a:pos x="6272213" y="2281238"/>
                            </a:cxn>
                            <a:cxn ang="0">
                              <a:pos x="6270625" y="2279650"/>
                            </a:cxn>
                            <a:cxn ang="0">
                              <a:pos x="574675" y="2279650"/>
                            </a:cxn>
                            <a:cxn ang="0">
                              <a:pos x="569913" y="2281238"/>
                            </a:cxn>
                            <a:cxn ang="0">
                              <a:pos x="569913" y="2279650"/>
                            </a:cxn>
                            <a:cxn ang="0">
                              <a:pos x="574675" y="2279650"/>
                            </a:cxn>
                            <a:cxn ang="0">
                              <a:pos x="3421063" y="571500"/>
                            </a:cxn>
                            <a:cxn ang="0">
                              <a:pos x="6270625" y="2279650"/>
                            </a:cxn>
                            <a:cxn ang="0">
                              <a:pos x="6272213" y="2279650"/>
                            </a:cxn>
                            <a:cxn ang="0">
                              <a:pos x="6272213" y="2281238"/>
                            </a:cxn>
                          </a:cxnLst>
                          <a:pathLst>
                            <a:path w="4311" h="4311">
                              <a:moveTo>
                                <a:pt x="358" y="2155"/>
                              </a:moveTo>
                              <a:lnTo>
                                <a:pt x="358" y="3949"/>
                              </a:lnTo>
                              <a:lnTo>
                                <a:pt x="720" y="3949"/>
                              </a:lnTo>
                              <a:lnTo>
                                <a:pt x="720" y="2155"/>
                              </a:lnTo>
                              <a:lnTo>
                                <a:pt x="358" y="2155"/>
                              </a:lnTo>
                              <a:close/>
                              <a:moveTo>
                                <a:pt x="1977" y="2155"/>
                              </a:moveTo>
                              <a:lnTo>
                                <a:pt x="1977" y="3949"/>
                              </a:lnTo>
                              <a:lnTo>
                                <a:pt x="2334" y="3949"/>
                              </a:lnTo>
                              <a:lnTo>
                                <a:pt x="2334" y="2155"/>
                              </a:lnTo>
                              <a:lnTo>
                                <a:pt x="1977" y="2155"/>
                              </a:lnTo>
                              <a:close/>
                              <a:moveTo>
                                <a:pt x="180" y="4311"/>
                              </a:moveTo>
                              <a:lnTo>
                                <a:pt x="4132" y="4311"/>
                              </a:lnTo>
                              <a:lnTo>
                                <a:pt x="4132" y="3951"/>
                              </a:lnTo>
                              <a:lnTo>
                                <a:pt x="180" y="3951"/>
                              </a:lnTo>
                              <a:lnTo>
                                <a:pt x="180" y="4311"/>
                              </a:lnTo>
                              <a:close/>
                              <a:moveTo>
                                <a:pt x="3591" y="2155"/>
                              </a:moveTo>
                              <a:lnTo>
                                <a:pt x="3591" y="3949"/>
                              </a:lnTo>
                              <a:lnTo>
                                <a:pt x="3954" y="3949"/>
                              </a:lnTo>
                              <a:lnTo>
                                <a:pt x="3954" y="2155"/>
                              </a:lnTo>
                              <a:lnTo>
                                <a:pt x="3591" y="2155"/>
                              </a:lnTo>
                              <a:close/>
                              <a:moveTo>
                                <a:pt x="2155" y="0"/>
                              </a:moveTo>
                              <a:lnTo>
                                <a:pt x="0" y="1282"/>
                              </a:lnTo>
                              <a:lnTo>
                                <a:pt x="0" y="1795"/>
                              </a:lnTo>
                              <a:lnTo>
                                <a:pt x="4311" y="1795"/>
                              </a:lnTo>
                              <a:lnTo>
                                <a:pt x="4311" y="1282"/>
                              </a:lnTo>
                              <a:lnTo>
                                <a:pt x="2155" y="0"/>
                              </a:lnTo>
                              <a:close/>
                              <a:moveTo>
                                <a:pt x="3951" y="1437"/>
                              </a:moveTo>
                              <a:lnTo>
                                <a:pt x="3950" y="1436"/>
                              </a:lnTo>
                              <a:lnTo>
                                <a:pt x="362" y="1436"/>
                              </a:lnTo>
                              <a:lnTo>
                                <a:pt x="359" y="1437"/>
                              </a:lnTo>
                              <a:lnTo>
                                <a:pt x="359" y="1436"/>
                              </a:lnTo>
                              <a:lnTo>
                                <a:pt x="362" y="1436"/>
                              </a:lnTo>
                              <a:lnTo>
                                <a:pt x="2155" y="360"/>
                              </a:lnTo>
                              <a:lnTo>
                                <a:pt x="3950" y="1436"/>
                              </a:lnTo>
                              <a:lnTo>
                                <a:pt x="3951" y="1436"/>
                              </a:lnTo>
                              <a:lnTo>
                                <a:pt x="3951" y="14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0" cap="flat" cmpd="sng">
                          <a:solidFill>
                            <a:srgbClr val="FFFFFF">
                              <a:alpha val="100000"/>
                            </a:srgb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vert="horz" wrap="square" lIns="91440" tIns="45720" rIns="91440" bIns="45720" anchor="t" upright="1"/>
                    </wps:wsp>
                  </a:graphicData>
                </a:graphic>
              </wp:anchor>
            </w:drawing>
          </mc:Choice>
          <mc:Fallback>
            <w:pict>
              <v:shape id="Freeform 41" o:spid="_x0000_s1026" o:spt="100" style="position:absolute;left:0pt;margin-left:27.8pt;margin-top:402.75pt;height:14.15pt;width:14.15pt;z-index:251706368;mso-width-relative:page;mso-height-relative:page;" fillcolor="#FFFFFF" filled="t" stroked="t" coordsize="4311,4311" o:gfxdata="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" path="m358,2155l358,3949,720,3949,720,2155,358,2155xm1977,2155l1977,3949,2334,3949,2334,2155,1977,2155xm180,4311l4132,4311,4132,3951,180,3951,180,4311xm3591,2155l3591,3949,3954,3949,3954,2155,3591,2155xm2155,0l0,1282,0,1795,4311,1795,4311,1282,2155,0xm3951,1437l3950,1436,362,1436,359,1437,359,1436,362,1436,2155,360,3950,1436,3951,1436,3951,1437xe">
                <v:path o:connectlocs="568325,3421063;568325,6269038;1143000,6269038;1143000,3421063;568325,3421063;3138488,3421063;3138488,6269038;3705225,6269038;3705225,3421063;3138488,3421063;285750,6843713;6559550,6843713;6559550,6272213;285750,6272213;285750,6843713;5700713,3421063;5700713,6269038;6276975,6269038;6276975,3421063;5700713,3421063;3421063,0;0,2035175;0,2849563;6843713,2849563;6843713,2035175;3421063,0;6272213,2281238;6270625,2279650;574675,2279650;569913,2281238;569913,2279650;574675,2279650;3421063,571500;6270625,2279650;6272213,2279650;6272213,2281238" o:connectangles="0,0,0,0,0,0,0,0,0,0,0,0,0,0,0,0,0,0,0,0,0,0,0,0,0,0,0,0,0,0,0,0,0,0,0,0"/>
                <v:fill on="t" focussize="0,0"/>
                <v:stroke weight="0pt"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5057140</wp:posOffset>
                </wp:positionV>
                <wp:extent cx="287020" cy="306705"/>
                <wp:effectExtent l="6350" t="6350" r="11430" b="10795"/>
                <wp:wrapNone/>
                <wp:docPr id="51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43355" y="6169660"/>
                          <a:ext cx="287020" cy="306705"/>
                        </a:xfrm>
                        <a:prstGeom prst="ellipse">
                          <a:avLst/>
                        </a:prstGeom>
                        <a:solidFill>
                          <a:srgbClr val="3E7299"/>
                        </a:solidFill>
                        <a:ln w="1270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6" o:spid="_x0000_s1026" o:spt="3" type="#_x0000_t3" style="position:absolute;left:0pt;margin-left:23.65pt;margin-top:398.2pt;height:24.15pt;width:22.6pt;z-index:251705344;v-text-anchor:middle;mso-width-relative:page;mso-height-relative:page;" fillcolor="#3E7299" filled="t" stroked="t" coordsize="21600,21600" o:gfxdata="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k7fAPbAAAACQEAAA8AAAAAAAAAAQAgAAAAIgAA&#10;AGRycy9kb3ducmV2LnhtbFBLAQIUABQAAAAIAIdO4kD/b54xBQIAAPsDAAAOAAAAAAAAAAEAIAAA&#10;ACoBAABkcnMvZTJvRG9jLnhtbFBLBQYAAAAABgAGAFkBAAChBQAAAAA=&#10;">
                <v:fill on="t" focussize="0,0"/>
                <v:stroke weight="1pt" color="#FFFFFF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4968240</wp:posOffset>
                </wp:positionV>
                <wp:extent cx="2322195" cy="443230"/>
                <wp:effectExtent l="0" t="0" r="0" b="0"/>
                <wp:wrapNone/>
                <wp:docPr id="5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94510" y="6080760"/>
                          <a:ext cx="2322195" cy="443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408" w:lineRule="auto"/>
                              <w:jc w:val="both"/>
                              <w:textAlignment w:val="baseline"/>
                              <w:rPr>
                                <w:rFonts w:hint="eastAsia"/>
                                <w:color w:val="3E729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E7299"/>
                                <w:kern w:val="24"/>
                              </w:rPr>
                              <w:t>毕业院校：工业大学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51.3pt;margin-top:391.2pt;height:34.9pt;width:182.85pt;z-index:251704320;mso-width-relative:page;mso-height-relative:page;" filled="f" stroked="f" coordsize="21600,21600" o:gfxdata="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PmZv9fZAAAACwEAAA8AAAAAAAAAAQAgAAAAIgAAAGRycy9k&#10;b3ducmV2LnhtbFBLAQIUABQAAAAIAIdO4kA60nL9yAEAAFgDAAAOAAAAAAAAAAEAIAAAACg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pStyle w:val="2"/>
                        <w:spacing w:before="0" w:beforeAutospacing="0" w:after="0" w:afterAutospacing="0" w:line="408" w:lineRule="auto"/>
                        <w:jc w:val="both"/>
                        <w:textAlignment w:val="baseline"/>
                        <w:rPr>
                          <w:rFonts w:hint="eastAsia"/>
                          <w:color w:val="3E7299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3E7299"/>
                          <w:kern w:val="24"/>
                        </w:rPr>
                        <w:t>毕业院校：工业大学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362585</wp:posOffset>
                </wp:positionH>
                <wp:positionV relativeFrom="paragraph">
                  <wp:posOffset>4589145</wp:posOffset>
                </wp:positionV>
                <wp:extent cx="179705" cy="179705"/>
                <wp:effectExtent l="0" t="0" r="10795" b="10795"/>
                <wp:wrapNone/>
                <wp:docPr id="49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505585" y="5701665"/>
                          <a:ext cx="179705" cy="179705"/>
                          <a:chOff x="0" y="0"/>
                          <a:chExt cx="4314" cy="3964"/>
                        </a:xfrm>
                      </wpg:grpSpPr>
                      <wps:wsp>
                        <wps:cNvPr id="47" name="Freeform 35"/>
                        <wps:cNvSpPr/>
                        <wps:spPr>
                          <a:xfrm>
                            <a:off x="0" y="2535"/>
                            <a:ext cx="4314" cy="142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311" y="1162"/>
                              </a:cxn>
                              <a:cxn ang="0">
                                <a:pos x="4291" y="1249"/>
                              </a:cxn>
                              <a:cxn ang="0">
                                <a:pos x="4248" y="1331"/>
                              </a:cxn>
                              <a:cxn ang="0">
                                <a:pos x="4174" y="1393"/>
                              </a:cxn>
                              <a:cxn ang="0">
                                <a:pos x="4064" y="1426"/>
                              </a:cxn>
                              <a:cxn ang="0">
                                <a:pos x="250" y="1426"/>
                              </a:cxn>
                              <a:cxn ang="0">
                                <a:pos x="140" y="1393"/>
                              </a:cxn>
                              <a:cxn ang="0">
                                <a:pos x="66" y="1331"/>
                              </a:cxn>
                              <a:cxn ang="0">
                                <a:pos x="22" y="1249"/>
                              </a:cxn>
                              <a:cxn ang="0">
                                <a:pos x="3" y="1162"/>
                              </a:cxn>
                              <a:cxn ang="0">
                                <a:pos x="2" y="1048"/>
                              </a:cxn>
                              <a:cxn ang="0">
                                <a:pos x="33" y="864"/>
                              </a:cxn>
                              <a:cxn ang="0">
                                <a:pos x="101" y="677"/>
                              </a:cxn>
                              <a:cxn ang="0">
                                <a:pos x="204" y="494"/>
                              </a:cxn>
                              <a:cxn ang="0">
                                <a:pos x="343" y="327"/>
                              </a:cxn>
                              <a:cxn ang="0">
                                <a:pos x="515" y="185"/>
                              </a:cxn>
                              <a:cxn ang="0">
                                <a:pos x="720" y="76"/>
                              </a:cxn>
                              <a:cxn ang="0">
                                <a:pos x="957" y="13"/>
                              </a:cxn>
                              <a:cxn ang="0">
                                <a:pos x="1134" y="1"/>
                              </a:cxn>
                              <a:cxn ang="0">
                                <a:pos x="1152" y="25"/>
                              </a:cxn>
                              <a:cxn ang="0">
                                <a:pos x="1197" y="72"/>
                              </a:cxn>
                              <a:cxn ang="0">
                                <a:pos x="1271" y="131"/>
                              </a:cxn>
                              <a:cxn ang="0">
                                <a:pos x="1383" y="196"/>
                              </a:cxn>
                              <a:cxn ang="0">
                                <a:pos x="1532" y="259"/>
                              </a:cxn>
                              <a:cxn ang="0">
                                <a:pos x="1726" y="310"/>
                              </a:cxn>
                              <a:cxn ang="0">
                                <a:pos x="1966" y="343"/>
                              </a:cxn>
                              <a:cxn ang="0">
                                <a:pos x="2254" y="348"/>
                              </a:cxn>
                              <a:cxn ang="0">
                                <a:pos x="2514" y="325"/>
                              </a:cxn>
                              <a:cxn ang="0">
                                <a:pos x="2723" y="278"/>
                              </a:cxn>
                              <a:cxn ang="0">
                                <a:pos x="2887" y="219"/>
                              </a:cxn>
                              <a:cxn ang="0">
                                <a:pos x="3010" y="153"/>
                              </a:cxn>
                              <a:cxn ang="0">
                                <a:pos x="3096" y="90"/>
                              </a:cxn>
                              <a:cxn ang="0">
                                <a:pos x="3150" y="39"/>
                              </a:cxn>
                              <a:cxn ang="0">
                                <a:pos x="3177" y="7"/>
                              </a:cxn>
                              <a:cxn ang="0">
                                <a:pos x="3270" y="3"/>
                              </a:cxn>
                              <a:cxn ang="0">
                                <a:pos x="3518" y="50"/>
                              </a:cxn>
                              <a:cxn ang="0">
                                <a:pos x="3734" y="144"/>
                              </a:cxn>
                              <a:cxn ang="0">
                                <a:pos x="3917" y="276"/>
                              </a:cxn>
                              <a:cxn ang="0">
                                <a:pos x="4068" y="436"/>
                              </a:cxn>
                              <a:cxn ang="0">
                                <a:pos x="4183" y="616"/>
                              </a:cxn>
                              <a:cxn ang="0">
                                <a:pos x="4263" y="801"/>
                              </a:cxn>
                              <a:cxn ang="0">
                                <a:pos x="4306" y="987"/>
                              </a:cxn>
                            </a:cxnLst>
                            <a:pathLst>
                              <a:path w="4314" h="1429">
                                <a:moveTo>
                                  <a:pt x="4314" y="1105"/>
                                </a:moveTo>
                                <a:lnTo>
                                  <a:pt x="4314" y="1133"/>
                                </a:lnTo>
                                <a:lnTo>
                                  <a:pt x="4311" y="1162"/>
                                </a:lnTo>
                                <a:lnTo>
                                  <a:pt x="4307" y="1190"/>
                                </a:lnTo>
                                <a:lnTo>
                                  <a:pt x="4301" y="1221"/>
                                </a:lnTo>
                                <a:lnTo>
                                  <a:pt x="4291" y="1249"/>
                                </a:lnTo>
                                <a:lnTo>
                                  <a:pt x="4280" y="1278"/>
                                </a:lnTo>
                                <a:lnTo>
                                  <a:pt x="4265" y="1304"/>
                                </a:lnTo>
                                <a:lnTo>
                                  <a:pt x="4248" y="1331"/>
                                </a:lnTo>
                                <a:lnTo>
                                  <a:pt x="4227" y="1354"/>
                                </a:lnTo>
                                <a:lnTo>
                                  <a:pt x="4202" y="1375"/>
                                </a:lnTo>
                                <a:lnTo>
                                  <a:pt x="4174" y="1393"/>
                                </a:lnTo>
                                <a:lnTo>
                                  <a:pt x="4141" y="1408"/>
                                </a:lnTo>
                                <a:lnTo>
                                  <a:pt x="4104" y="1420"/>
                                </a:lnTo>
                                <a:lnTo>
                                  <a:pt x="4064" y="1426"/>
                                </a:lnTo>
                                <a:lnTo>
                                  <a:pt x="4018" y="1429"/>
                                </a:lnTo>
                                <a:lnTo>
                                  <a:pt x="296" y="1429"/>
                                </a:lnTo>
                                <a:lnTo>
                                  <a:pt x="250" y="1426"/>
                                </a:lnTo>
                                <a:lnTo>
                                  <a:pt x="210" y="1420"/>
                                </a:lnTo>
                                <a:lnTo>
                                  <a:pt x="173" y="1408"/>
                                </a:lnTo>
                                <a:lnTo>
                                  <a:pt x="140" y="1393"/>
                                </a:lnTo>
                                <a:lnTo>
                                  <a:pt x="112" y="1375"/>
                                </a:lnTo>
                                <a:lnTo>
                                  <a:pt x="87" y="1354"/>
                                </a:lnTo>
                                <a:lnTo>
                                  <a:pt x="66" y="1331"/>
                                </a:lnTo>
                                <a:lnTo>
                                  <a:pt x="49" y="1304"/>
                                </a:lnTo>
                                <a:lnTo>
                                  <a:pt x="34" y="1278"/>
                                </a:lnTo>
                                <a:lnTo>
                                  <a:pt x="22" y="1249"/>
                                </a:lnTo>
                                <a:lnTo>
                                  <a:pt x="13" y="1221"/>
                                </a:lnTo>
                                <a:lnTo>
                                  <a:pt x="7" y="1190"/>
                                </a:lnTo>
                                <a:lnTo>
                                  <a:pt x="3" y="1162"/>
                                </a:lnTo>
                                <a:lnTo>
                                  <a:pt x="0" y="1133"/>
                                </a:lnTo>
                                <a:lnTo>
                                  <a:pt x="0" y="1105"/>
                                </a:lnTo>
                                <a:lnTo>
                                  <a:pt x="2" y="1048"/>
                                </a:lnTo>
                                <a:lnTo>
                                  <a:pt x="8" y="987"/>
                                </a:lnTo>
                                <a:lnTo>
                                  <a:pt x="19" y="926"/>
                                </a:lnTo>
                                <a:lnTo>
                                  <a:pt x="33" y="864"/>
                                </a:lnTo>
                                <a:lnTo>
                                  <a:pt x="51" y="801"/>
                                </a:lnTo>
                                <a:lnTo>
                                  <a:pt x="75" y="739"/>
                                </a:lnTo>
                                <a:lnTo>
                                  <a:pt x="101" y="677"/>
                                </a:lnTo>
                                <a:lnTo>
                                  <a:pt x="131" y="616"/>
                                </a:lnTo>
                                <a:lnTo>
                                  <a:pt x="166" y="554"/>
                                </a:lnTo>
                                <a:lnTo>
                                  <a:pt x="204" y="494"/>
                                </a:lnTo>
                                <a:lnTo>
                                  <a:pt x="246" y="436"/>
                                </a:lnTo>
                                <a:lnTo>
                                  <a:pt x="293" y="381"/>
                                </a:lnTo>
                                <a:lnTo>
                                  <a:pt x="343" y="327"/>
                                </a:lnTo>
                                <a:lnTo>
                                  <a:pt x="397" y="276"/>
                                </a:lnTo>
                                <a:lnTo>
                                  <a:pt x="454" y="228"/>
                                </a:lnTo>
                                <a:lnTo>
                                  <a:pt x="515" y="185"/>
                                </a:lnTo>
                                <a:lnTo>
                                  <a:pt x="580" y="144"/>
                                </a:lnTo>
                                <a:lnTo>
                                  <a:pt x="648" y="107"/>
                                </a:lnTo>
                                <a:lnTo>
                                  <a:pt x="720" y="76"/>
                                </a:lnTo>
                                <a:lnTo>
                                  <a:pt x="796" y="50"/>
                                </a:lnTo>
                                <a:lnTo>
                                  <a:pt x="875" y="29"/>
                                </a:lnTo>
                                <a:lnTo>
                                  <a:pt x="957" y="13"/>
                                </a:lnTo>
                                <a:lnTo>
                                  <a:pt x="1044" y="3"/>
                                </a:lnTo>
                                <a:lnTo>
                                  <a:pt x="1133" y="0"/>
                                </a:lnTo>
                                <a:lnTo>
                                  <a:pt x="1134" y="1"/>
                                </a:lnTo>
                                <a:lnTo>
                                  <a:pt x="1137" y="7"/>
                                </a:lnTo>
                                <a:lnTo>
                                  <a:pt x="1143" y="14"/>
                                </a:lnTo>
                                <a:lnTo>
                                  <a:pt x="1152" y="25"/>
                                </a:lnTo>
                                <a:lnTo>
                                  <a:pt x="1164" y="39"/>
                                </a:lnTo>
                                <a:lnTo>
                                  <a:pt x="1178" y="54"/>
                                </a:lnTo>
                                <a:lnTo>
                                  <a:pt x="1197" y="72"/>
                                </a:lnTo>
                                <a:lnTo>
                                  <a:pt x="1218" y="90"/>
                                </a:lnTo>
                                <a:lnTo>
                                  <a:pt x="1244" y="110"/>
                                </a:lnTo>
                                <a:lnTo>
                                  <a:pt x="1271" y="131"/>
                                </a:lnTo>
                                <a:lnTo>
                                  <a:pt x="1304" y="153"/>
                                </a:lnTo>
                                <a:lnTo>
                                  <a:pt x="1341" y="174"/>
                                </a:lnTo>
                                <a:lnTo>
                                  <a:pt x="1383" y="196"/>
                                </a:lnTo>
                                <a:lnTo>
                                  <a:pt x="1427" y="219"/>
                                </a:lnTo>
                                <a:lnTo>
                                  <a:pt x="1477" y="240"/>
                                </a:lnTo>
                                <a:lnTo>
                                  <a:pt x="1532" y="259"/>
                                </a:lnTo>
                                <a:lnTo>
                                  <a:pt x="1591" y="278"/>
                                </a:lnTo>
                                <a:lnTo>
                                  <a:pt x="1656" y="296"/>
                                </a:lnTo>
                                <a:lnTo>
                                  <a:pt x="1726" y="310"/>
                                </a:lnTo>
                                <a:lnTo>
                                  <a:pt x="1800" y="325"/>
                                </a:lnTo>
                                <a:lnTo>
                                  <a:pt x="1880" y="335"/>
                                </a:lnTo>
                                <a:lnTo>
                                  <a:pt x="1966" y="343"/>
                                </a:lnTo>
                                <a:lnTo>
                                  <a:pt x="2059" y="348"/>
                                </a:lnTo>
                                <a:lnTo>
                                  <a:pt x="2158" y="350"/>
                                </a:lnTo>
                                <a:lnTo>
                                  <a:pt x="2254" y="348"/>
                                </a:lnTo>
                                <a:lnTo>
                                  <a:pt x="2347" y="343"/>
                                </a:lnTo>
                                <a:lnTo>
                                  <a:pt x="2434" y="335"/>
                                </a:lnTo>
                                <a:lnTo>
                                  <a:pt x="2514" y="325"/>
                                </a:lnTo>
                                <a:lnTo>
                                  <a:pt x="2588" y="310"/>
                                </a:lnTo>
                                <a:lnTo>
                                  <a:pt x="2658" y="296"/>
                                </a:lnTo>
                                <a:lnTo>
                                  <a:pt x="2723" y="278"/>
                                </a:lnTo>
                                <a:lnTo>
                                  <a:pt x="2782" y="259"/>
                                </a:lnTo>
                                <a:lnTo>
                                  <a:pt x="2837" y="240"/>
                                </a:lnTo>
                                <a:lnTo>
                                  <a:pt x="2887" y="219"/>
                                </a:lnTo>
                                <a:lnTo>
                                  <a:pt x="2931" y="196"/>
                                </a:lnTo>
                                <a:lnTo>
                                  <a:pt x="2973" y="174"/>
                                </a:lnTo>
                                <a:lnTo>
                                  <a:pt x="3010" y="153"/>
                                </a:lnTo>
                                <a:lnTo>
                                  <a:pt x="3043" y="131"/>
                                </a:lnTo>
                                <a:lnTo>
                                  <a:pt x="3070" y="110"/>
                                </a:lnTo>
                                <a:lnTo>
                                  <a:pt x="3096" y="90"/>
                                </a:lnTo>
                                <a:lnTo>
                                  <a:pt x="3117" y="72"/>
                                </a:lnTo>
                                <a:lnTo>
                                  <a:pt x="3136" y="54"/>
                                </a:lnTo>
                                <a:lnTo>
                                  <a:pt x="3150" y="39"/>
                                </a:lnTo>
                                <a:lnTo>
                                  <a:pt x="3162" y="25"/>
                                </a:lnTo>
                                <a:lnTo>
                                  <a:pt x="3171" y="14"/>
                                </a:lnTo>
                                <a:lnTo>
                                  <a:pt x="3177" y="7"/>
                                </a:lnTo>
                                <a:lnTo>
                                  <a:pt x="3180" y="1"/>
                                </a:lnTo>
                                <a:lnTo>
                                  <a:pt x="3181" y="0"/>
                                </a:lnTo>
                                <a:lnTo>
                                  <a:pt x="3270" y="3"/>
                                </a:lnTo>
                                <a:lnTo>
                                  <a:pt x="3357" y="13"/>
                                </a:lnTo>
                                <a:lnTo>
                                  <a:pt x="3439" y="29"/>
                                </a:lnTo>
                                <a:lnTo>
                                  <a:pt x="3518" y="50"/>
                                </a:lnTo>
                                <a:lnTo>
                                  <a:pt x="3594" y="76"/>
                                </a:lnTo>
                                <a:lnTo>
                                  <a:pt x="3666" y="107"/>
                                </a:lnTo>
                                <a:lnTo>
                                  <a:pt x="3734" y="144"/>
                                </a:lnTo>
                                <a:lnTo>
                                  <a:pt x="3799" y="185"/>
                                </a:lnTo>
                                <a:lnTo>
                                  <a:pt x="3859" y="228"/>
                                </a:lnTo>
                                <a:lnTo>
                                  <a:pt x="3917" y="276"/>
                                </a:lnTo>
                                <a:lnTo>
                                  <a:pt x="3971" y="327"/>
                                </a:lnTo>
                                <a:lnTo>
                                  <a:pt x="4020" y="381"/>
                                </a:lnTo>
                                <a:lnTo>
                                  <a:pt x="4068" y="436"/>
                                </a:lnTo>
                                <a:lnTo>
                                  <a:pt x="4109" y="494"/>
                                </a:lnTo>
                                <a:lnTo>
                                  <a:pt x="4147" y="554"/>
                                </a:lnTo>
                                <a:lnTo>
                                  <a:pt x="4183" y="616"/>
                                </a:lnTo>
                                <a:lnTo>
                                  <a:pt x="4213" y="677"/>
                                </a:lnTo>
                                <a:lnTo>
                                  <a:pt x="4239" y="739"/>
                                </a:lnTo>
                                <a:lnTo>
                                  <a:pt x="4263" y="801"/>
                                </a:lnTo>
                                <a:lnTo>
                                  <a:pt x="4281" y="864"/>
                                </a:lnTo>
                                <a:lnTo>
                                  <a:pt x="4295" y="926"/>
                                </a:lnTo>
                                <a:lnTo>
                                  <a:pt x="4306" y="987"/>
                                </a:lnTo>
                                <a:lnTo>
                                  <a:pt x="4312" y="1048"/>
                                </a:lnTo>
                                <a:lnTo>
                                  <a:pt x="4314" y="1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 cmpd="sng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wrap="square" lIns="91440" tIns="45720" rIns="91440" bIns="45720" anchor="t" upright="1"/>
                      </wps:wsp>
                      <wps:wsp>
                        <wps:cNvPr id="48" name="Freeform 36"/>
                        <wps:cNvSpPr/>
                        <wps:spPr>
                          <a:xfrm>
                            <a:off x="1049" y="0"/>
                            <a:ext cx="2263" cy="25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039" y="4"/>
                              </a:cxn>
                              <a:cxn ang="0">
                                <a:pos x="860" y="36"/>
                              </a:cxn>
                              <a:cxn ang="0">
                                <a:pos x="691" y="99"/>
                              </a:cxn>
                              <a:cxn ang="0">
                                <a:pos x="535" y="190"/>
                              </a:cxn>
                              <a:cxn ang="0">
                                <a:pos x="395" y="305"/>
                              </a:cxn>
                              <a:cxn ang="0">
                                <a:pos x="272" y="441"/>
                              </a:cxn>
                              <a:cxn ang="0">
                                <a:pos x="170" y="598"/>
                              </a:cxn>
                              <a:cxn ang="0">
                                <a:pos x="89" y="772"/>
                              </a:cxn>
                              <a:cxn ang="0">
                                <a:pos x="33" y="961"/>
                              </a:cxn>
                              <a:cxn ang="0">
                                <a:pos x="4" y="1161"/>
                              </a:cxn>
                              <a:cxn ang="0">
                                <a:pos x="4" y="1368"/>
                              </a:cxn>
                              <a:cxn ang="0">
                                <a:pos x="33" y="1569"/>
                              </a:cxn>
                              <a:cxn ang="0">
                                <a:pos x="89" y="1757"/>
                              </a:cxn>
                              <a:cxn ang="0">
                                <a:pos x="170" y="1931"/>
                              </a:cxn>
                              <a:cxn ang="0">
                                <a:pos x="272" y="2088"/>
                              </a:cxn>
                              <a:cxn ang="0">
                                <a:pos x="395" y="2226"/>
                              </a:cxn>
                              <a:cxn ang="0">
                                <a:pos x="535" y="2341"/>
                              </a:cxn>
                              <a:cxn ang="0">
                                <a:pos x="691" y="2430"/>
                              </a:cxn>
                              <a:cxn ang="0">
                                <a:pos x="860" y="2493"/>
                              </a:cxn>
                              <a:cxn ang="0">
                                <a:pos x="1039" y="2526"/>
                              </a:cxn>
                              <a:cxn ang="0">
                                <a:pos x="1225" y="2526"/>
                              </a:cxn>
                              <a:cxn ang="0">
                                <a:pos x="1403" y="2493"/>
                              </a:cxn>
                              <a:cxn ang="0">
                                <a:pos x="1572" y="2430"/>
                              </a:cxn>
                              <a:cxn ang="0">
                                <a:pos x="1728" y="2341"/>
                              </a:cxn>
                              <a:cxn ang="0">
                                <a:pos x="1868" y="2226"/>
                              </a:cxn>
                              <a:cxn ang="0">
                                <a:pos x="1991" y="2088"/>
                              </a:cxn>
                              <a:cxn ang="0">
                                <a:pos x="2093" y="1931"/>
                              </a:cxn>
                              <a:cxn ang="0">
                                <a:pos x="2174" y="1757"/>
                              </a:cxn>
                              <a:cxn ang="0">
                                <a:pos x="2231" y="1569"/>
                              </a:cxn>
                              <a:cxn ang="0">
                                <a:pos x="2259" y="1368"/>
                              </a:cxn>
                              <a:cxn ang="0">
                                <a:pos x="2259" y="1161"/>
                              </a:cxn>
                              <a:cxn ang="0">
                                <a:pos x="2231" y="961"/>
                              </a:cxn>
                              <a:cxn ang="0">
                                <a:pos x="2174" y="772"/>
                              </a:cxn>
                              <a:cxn ang="0">
                                <a:pos x="2093" y="598"/>
                              </a:cxn>
                              <a:cxn ang="0">
                                <a:pos x="1991" y="441"/>
                              </a:cxn>
                              <a:cxn ang="0">
                                <a:pos x="1868" y="305"/>
                              </a:cxn>
                              <a:cxn ang="0">
                                <a:pos x="1728" y="190"/>
                              </a:cxn>
                              <a:cxn ang="0">
                                <a:pos x="1572" y="99"/>
                              </a:cxn>
                              <a:cxn ang="0">
                                <a:pos x="1403" y="36"/>
                              </a:cxn>
                              <a:cxn ang="0">
                                <a:pos x="1225" y="4"/>
                              </a:cxn>
                            </a:cxnLst>
                            <a:pathLst>
                              <a:path w="2263" h="2530">
                                <a:moveTo>
                                  <a:pt x="1132" y="0"/>
                                </a:moveTo>
                                <a:lnTo>
                                  <a:pt x="1039" y="4"/>
                                </a:lnTo>
                                <a:lnTo>
                                  <a:pt x="948" y="17"/>
                                </a:lnTo>
                                <a:lnTo>
                                  <a:pt x="860" y="36"/>
                                </a:lnTo>
                                <a:lnTo>
                                  <a:pt x="773" y="64"/>
                                </a:lnTo>
                                <a:lnTo>
                                  <a:pt x="691" y="99"/>
                                </a:lnTo>
                                <a:lnTo>
                                  <a:pt x="611" y="141"/>
                                </a:lnTo>
                                <a:lnTo>
                                  <a:pt x="535" y="190"/>
                                </a:lnTo>
                                <a:lnTo>
                                  <a:pt x="463" y="243"/>
                                </a:lnTo>
                                <a:lnTo>
                                  <a:pt x="395" y="305"/>
                                </a:lnTo>
                                <a:lnTo>
                                  <a:pt x="331" y="370"/>
                                </a:lnTo>
                                <a:lnTo>
                                  <a:pt x="272" y="441"/>
                                </a:lnTo>
                                <a:lnTo>
                                  <a:pt x="218" y="518"/>
                                </a:lnTo>
                                <a:lnTo>
                                  <a:pt x="170" y="598"/>
                                </a:lnTo>
                                <a:lnTo>
                                  <a:pt x="127" y="683"/>
                                </a:lnTo>
                                <a:lnTo>
                                  <a:pt x="89" y="772"/>
                                </a:lnTo>
                                <a:lnTo>
                                  <a:pt x="57" y="865"/>
                                </a:lnTo>
                                <a:lnTo>
                                  <a:pt x="33" y="961"/>
                                </a:lnTo>
                                <a:lnTo>
                                  <a:pt x="16" y="1059"/>
                                </a:lnTo>
                                <a:lnTo>
                                  <a:pt x="4" y="1161"/>
                                </a:lnTo>
                                <a:lnTo>
                                  <a:pt x="0" y="1265"/>
                                </a:lnTo>
                                <a:lnTo>
                                  <a:pt x="4" y="1368"/>
                                </a:lnTo>
                                <a:lnTo>
                                  <a:pt x="16" y="1470"/>
                                </a:lnTo>
                                <a:lnTo>
                                  <a:pt x="33" y="1569"/>
                                </a:lnTo>
                                <a:lnTo>
                                  <a:pt x="57" y="1665"/>
                                </a:lnTo>
                                <a:lnTo>
                                  <a:pt x="89" y="1757"/>
                                </a:lnTo>
                                <a:lnTo>
                                  <a:pt x="127" y="1846"/>
                                </a:lnTo>
                                <a:lnTo>
                                  <a:pt x="170" y="1931"/>
                                </a:lnTo>
                                <a:lnTo>
                                  <a:pt x="218" y="2012"/>
                                </a:lnTo>
                                <a:lnTo>
                                  <a:pt x="272" y="2088"/>
                                </a:lnTo>
                                <a:lnTo>
                                  <a:pt x="331" y="2159"/>
                                </a:lnTo>
                                <a:lnTo>
                                  <a:pt x="395" y="2226"/>
                                </a:lnTo>
                                <a:lnTo>
                                  <a:pt x="463" y="2286"/>
                                </a:lnTo>
                                <a:lnTo>
                                  <a:pt x="535" y="2341"/>
                                </a:lnTo>
                                <a:lnTo>
                                  <a:pt x="611" y="2390"/>
                                </a:lnTo>
                                <a:lnTo>
                                  <a:pt x="691" y="2430"/>
                                </a:lnTo>
                                <a:lnTo>
                                  <a:pt x="773" y="2466"/>
                                </a:lnTo>
                                <a:lnTo>
                                  <a:pt x="860" y="2493"/>
                                </a:lnTo>
                                <a:lnTo>
                                  <a:pt x="948" y="2514"/>
                                </a:lnTo>
                                <a:lnTo>
                                  <a:pt x="1039" y="2526"/>
                                </a:lnTo>
                                <a:lnTo>
                                  <a:pt x="1132" y="2530"/>
                                </a:lnTo>
                                <a:lnTo>
                                  <a:pt x="1225" y="2526"/>
                                </a:lnTo>
                                <a:lnTo>
                                  <a:pt x="1315" y="2514"/>
                                </a:lnTo>
                                <a:lnTo>
                                  <a:pt x="1403" y="2493"/>
                                </a:lnTo>
                                <a:lnTo>
                                  <a:pt x="1490" y="2466"/>
                                </a:lnTo>
                                <a:lnTo>
                                  <a:pt x="1572" y="2430"/>
                                </a:lnTo>
                                <a:lnTo>
                                  <a:pt x="1652" y="2390"/>
                                </a:lnTo>
                                <a:lnTo>
                                  <a:pt x="1728" y="2341"/>
                                </a:lnTo>
                                <a:lnTo>
                                  <a:pt x="1800" y="2286"/>
                                </a:lnTo>
                                <a:lnTo>
                                  <a:pt x="1868" y="2226"/>
                                </a:lnTo>
                                <a:lnTo>
                                  <a:pt x="1932" y="2159"/>
                                </a:lnTo>
                                <a:lnTo>
                                  <a:pt x="1991" y="2088"/>
                                </a:lnTo>
                                <a:lnTo>
                                  <a:pt x="2045" y="2012"/>
                                </a:lnTo>
                                <a:lnTo>
                                  <a:pt x="2093" y="1931"/>
                                </a:lnTo>
                                <a:lnTo>
                                  <a:pt x="2136" y="1846"/>
                                </a:lnTo>
                                <a:lnTo>
                                  <a:pt x="2174" y="1757"/>
                                </a:lnTo>
                                <a:lnTo>
                                  <a:pt x="2206" y="1665"/>
                                </a:lnTo>
                                <a:lnTo>
                                  <a:pt x="2231" y="1569"/>
                                </a:lnTo>
                                <a:lnTo>
                                  <a:pt x="2249" y="1470"/>
                                </a:lnTo>
                                <a:lnTo>
                                  <a:pt x="2259" y="1368"/>
                                </a:lnTo>
                                <a:lnTo>
                                  <a:pt x="2263" y="1265"/>
                                </a:lnTo>
                                <a:lnTo>
                                  <a:pt x="2259" y="1161"/>
                                </a:lnTo>
                                <a:lnTo>
                                  <a:pt x="2249" y="1059"/>
                                </a:lnTo>
                                <a:lnTo>
                                  <a:pt x="2231" y="961"/>
                                </a:lnTo>
                                <a:lnTo>
                                  <a:pt x="2206" y="865"/>
                                </a:lnTo>
                                <a:lnTo>
                                  <a:pt x="2174" y="772"/>
                                </a:lnTo>
                                <a:lnTo>
                                  <a:pt x="2136" y="683"/>
                                </a:lnTo>
                                <a:lnTo>
                                  <a:pt x="2093" y="598"/>
                                </a:lnTo>
                                <a:lnTo>
                                  <a:pt x="2045" y="518"/>
                                </a:lnTo>
                                <a:lnTo>
                                  <a:pt x="1991" y="441"/>
                                </a:lnTo>
                                <a:lnTo>
                                  <a:pt x="1932" y="370"/>
                                </a:lnTo>
                                <a:lnTo>
                                  <a:pt x="1868" y="305"/>
                                </a:lnTo>
                                <a:lnTo>
                                  <a:pt x="1800" y="243"/>
                                </a:lnTo>
                                <a:lnTo>
                                  <a:pt x="1728" y="190"/>
                                </a:lnTo>
                                <a:lnTo>
                                  <a:pt x="1652" y="141"/>
                                </a:lnTo>
                                <a:lnTo>
                                  <a:pt x="1572" y="99"/>
                                </a:lnTo>
                                <a:lnTo>
                                  <a:pt x="1490" y="64"/>
                                </a:lnTo>
                                <a:lnTo>
                                  <a:pt x="1403" y="36"/>
                                </a:lnTo>
                                <a:lnTo>
                                  <a:pt x="1315" y="17"/>
                                </a:lnTo>
                                <a:lnTo>
                                  <a:pt x="1225" y="4"/>
                                </a:lnTo>
                                <a:lnTo>
                                  <a:pt x="11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 cmpd="sng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26" o:spt="203" style="position:absolute;left:0pt;margin-left:28.55pt;margin-top:361.35pt;height:14.15pt;width:14.15pt;z-index:251703296;mso-width-relative:page;mso-height-relative:page;" coordsize="4314,3964" o:gfxdata="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">
                <o:lock v:ext="edit" aspectratio="f"/>
                <v:shape id="Freeform 35" o:spid="_x0000_s1026" o:spt="100" style="position:absolute;left:0;top:2535;height:1429;width:4314;" fillcolor="#FFFFFF" filled="t" stroked="f" coordsize="4314,1429" o:gfxdata="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pDsZrsAAADb&#10;AAAADwAAAAAAAAABACAAAAAiAAAAZHJzL2Rvd25yZXYueG1sUEsBAhQAFAAAAAgAh07iQDMvBZ47&#10;AAAAOQAAABAAAAAAAAAAAQAgAAAACgEAAGRycy9zaGFwZXhtbC54bWxQSwUGAAAAAAYABgBbAQAA&#10;tAMAAAAA&#10;" path="m4314,1105l4314,1133,4311,1162,4307,1190,4301,1221,4291,1249,4280,1278,4265,1304,4248,1331,4227,1354,4202,1375,4174,1393,4141,1408,4104,1420,4064,1426,4018,1429,296,1429,250,1426,210,1420,173,1408,140,1393,112,1375,87,1354,66,1331,49,1304,34,1278,22,1249,13,1221,7,1190,3,1162,0,1133,0,1105,2,1048,8,987,19,926,33,864,51,801,75,739,101,677,131,616,166,554,204,494,246,436,293,381,343,327,397,276,454,228,515,185,580,144,648,107,720,76,796,50,875,29,957,13,1044,3,1133,0,1134,1,1137,7,1143,14,1152,25,1164,39,1178,54,1197,72,1218,90,1244,110,1271,131,1304,153,1341,174,1383,196,1427,219,1477,240,1532,259,1591,278,1656,296,1726,310,1800,325,1880,335,1966,343,2059,348,2158,350,2254,348,2347,343,2434,335,2514,325,2588,310,2658,296,2723,278,2782,259,2837,240,2887,219,2931,196,2973,174,3010,153,3043,131,3070,110,3096,90,3117,72,3136,54,3150,39,3162,25,3171,14,3177,7,3180,1,3181,0,3270,3,3357,13,3439,29,3518,50,3594,76,3666,107,3734,144,3799,185,3859,228,3917,276,3971,327,4020,381,4068,436,4109,494,4147,554,4183,616,4213,677,4239,739,4263,801,4281,864,4295,926,4306,987,4312,1048,4314,1105xe">
                  <v:path o:connectlocs="4311,1162;4291,1249;4248,1331;4174,1393;4064,1426;250,1426;140,1393;66,1331;22,1249;3,1162;2,1048;33,864;101,677;204,494;343,327;515,185;720,76;957,13;1134,1;1152,25;1197,72;1271,131;1383,196;1532,259;1726,310;1966,343;2254,348;2514,325;2723,278;2887,219;3010,153;3096,90;3150,39;3177,7;3270,3;3518,50;3734,144;3917,276;4068,436;4183,616;4263,801;4306,987" o:connectangles="0,0,0,0,0,0,0,0,0,0,0,0,0,0,0,0,0,0,0,0,0,0,0,0,0,0,0,0,0,0,0,0,0,0,0,0,0,0,0,0,0,0"/>
                  <v:fill on="t" focussize="0,0"/>
                  <v:stroke on="f" weight="0pt" joinstyle="round"/>
                  <v:imagedata o:title=""/>
                  <o:lock v:ext="edit" aspectratio="f"/>
                </v:shape>
                <v:shape id="Freeform 36" o:spid="_x0000_s1026" o:spt="100" style="position:absolute;left:1049;top:0;height:2530;width:2263;" fillcolor="#FFFFFF" filled="t" stroked="f" coordsize="2263,2530" o:gfxdata="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i6Dq8AAAA&#10;2wAAAA8AAAAAAAAAAQAgAAAAIgAAAGRycy9kb3ducmV2LnhtbFBLAQIUABQAAAAIAIdO4kAzLwWe&#10;OwAAADkAAAAQAAAAAAAAAAEAIAAAAAsBAABkcnMvc2hhcGV4bWwueG1sUEsFBgAAAAAGAAYAWwEA&#10;ALUDAAAAAA==&#10;" path="m1132,0l1039,4,948,17,860,36,773,64,691,99,611,141,535,190,463,243,395,305,331,370,272,441,218,518,170,598,127,683,89,772,57,865,33,961,16,1059,4,1161,0,1265,4,1368,16,1470,33,1569,57,1665,89,1757,127,1846,170,1931,218,2012,272,2088,331,2159,395,2226,463,2286,535,2341,611,2390,691,2430,773,2466,860,2493,948,2514,1039,2526,1132,2530,1225,2526,1315,2514,1403,2493,1490,2466,1572,2430,1652,2390,1728,2341,1800,2286,1868,2226,1932,2159,1991,2088,2045,2012,2093,1931,2136,1846,2174,1757,2206,1665,2231,1569,2249,1470,2259,1368,2263,1265,2259,1161,2249,1059,2231,961,2206,865,2174,772,2136,683,2093,598,2045,518,1991,441,1932,370,1868,305,1800,243,1728,190,1652,141,1572,99,1490,64,1403,36,1315,17,1225,4,1132,0xe">
                  <v:path o:connectlocs="1039,4;860,36;691,99;535,190;395,305;272,441;170,598;89,772;33,961;4,1161;4,1368;33,1569;89,1757;170,1931;272,2088;395,2226;535,2341;691,2430;860,2493;1039,2526;1225,2526;1403,2493;1572,2430;1728,2341;1868,2226;1991,2088;2093,1931;2174,1757;2231,1569;2259,1368;2259,1161;2231,961;2174,772;2093,598;1991,441;1868,305;1728,190;1572,99;1403,36;1225,4" o:connectangles="0,0,0,0,0,0,0,0,0,0,0,0,0,0,0,0,0,0,0,0,0,0,0,0,0,0,0,0,0,0,0,0,0,0,0,0,0,0,0,0"/>
                  <v:fill on="t" focussize="0,0"/>
                  <v:stroke on="f" weight="0pt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307975</wp:posOffset>
                </wp:positionH>
                <wp:positionV relativeFrom="paragraph">
                  <wp:posOffset>4531360</wp:posOffset>
                </wp:positionV>
                <wp:extent cx="287020" cy="306705"/>
                <wp:effectExtent l="6350" t="6350" r="11430" b="10795"/>
                <wp:wrapNone/>
                <wp:docPr id="4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50975" y="5643880"/>
                          <a:ext cx="287020" cy="306705"/>
                        </a:xfrm>
                        <a:prstGeom prst="ellipse">
                          <a:avLst/>
                        </a:prstGeom>
                        <a:solidFill>
                          <a:srgbClr val="3E7299"/>
                        </a:solidFill>
                        <a:ln w="1270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6" o:spid="_x0000_s1026" o:spt="3" type="#_x0000_t3" style="position:absolute;left:0pt;margin-left:24.25pt;margin-top:356.8pt;height:24.15pt;width:22.6pt;z-index:251702272;v-text-anchor:middle;mso-width-relative:page;mso-height-relative:page;" fillcolor="#3E7299" filled="t" stroked="t" coordsize="21600,21600" o:gfxdata="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5jre39sAAAAJAQAADwAAAAAAAAABACAAAAAiAAAA&#10;ZHJzL2Rvd25yZXYueG1sUEsBAhQAFAAAAAgAh07iQFqUrFYEAgAA+wMAAA4AAAAAAAAAAQAgAAAA&#10;KgEAAGRycy9lMm9Eb2MueG1sUEsFBgAAAAAGAAYAWQEAAKAFAAAAAA==&#10;">
                <v:fill on="t" focussize="0,0"/>
                <v:stroke weight="1pt" color="#FFFFFF" joinstyle="miter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4445000</wp:posOffset>
                </wp:positionV>
                <wp:extent cx="2322195" cy="443230"/>
                <wp:effectExtent l="0" t="0" r="0" b="0"/>
                <wp:wrapNone/>
                <wp:docPr id="4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94510" y="5557520"/>
                          <a:ext cx="2322195" cy="443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408" w:lineRule="auto"/>
                              <w:jc w:val="both"/>
                              <w:textAlignment w:val="baseline"/>
                              <w:rPr>
                                <w:rFonts w:hint="eastAsia"/>
                                <w:color w:val="3E729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E7299"/>
                                <w:kern w:val="24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E7299"/>
                                <w:kern w:val="24"/>
                                <w:lang w:val="en-US"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51.3pt;margin-top:350pt;height:34.9pt;width:182.85pt;z-index:251701248;mso-width-relative:page;mso-height-relative:page;" filled="f" stroked="f" coordsize="21600,21600" o:gfxdata="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Od/tIjYAAAACwEAAA8AAAAAAAAAAQAgAAAAIgAAAGRycy9kb3du&#10;cmV2LnhtbFBLAQIUABQAAAAIAIdO4kBnhiCFxgEAAFg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pStyle w:val="2"/>
                        <w:spacing w:before="0" w:beforeAutospacing="0" w:after="0" w:afterAutospacing="0" w:line="408" w:lineRule="auto"/>
                        <w:jc w:val="both"/>
                        <w:textAlignment w:val="baseline"/>
                        <w:rPr>
                          <w:rFonts w:hint="eastAsia"/>
                          <w:color w:val="3E7299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3E7299"/>
                          <w:kern w:val="24"/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3E7299"/>
                          <w:kern w:val="24"/>
                          <w:lang w:val="en-US"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2994660</wp:posOffset>
                </wp:positionH>
                <wp:positionV relativeFrom="paragraph">
                  <wp:posOffset>4531360</wp:posOffset>
                </wp:positionV>
                <wp:extent cx="287020" cy="306705"/>
                <wp:effectExtent l="6350" t="6350" r="11430" b="10795"/>
                <wp:wrapNone/>
                <wp:docPr id="44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7660" y="5643880"/>
                          <a:ext cx="287020" cy="306705"/>
                        </a:xfrm>
                        <a:prstGeom prst="ellipse">
                          <a:avLst/>
                        </a:prstGeom>
                        <a:solidFill>
                          <a:srgbClr val="3E7299"/>
                        </a:solidFill>
                        <a:ln w="1270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6" o:spid="_x0000_s1026" o:spt="3" type="#_x0000_t3" style="position:absolute;left:0pt;margin-left:235.8pt;margin-top:356.8pt;height:24.15pt;width:22.6pt;z-index:251700224;v-text-anchor:middle;mso-width-relative:page;mso-height-relative:page;" fillcolor="#3E7299" filled="t" stroked="t" coordsize="21600,21600" o:gfxdata="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wdUYF3AAAAAsBAAAPAAAAAAAAAAEAIAAAACIA&#10;AABkcnMvZG93bnJldi54bWxQSwECFAAUAAAACACHTuJAOWOFXwUCAAD7AwAADgAAAAAAAAABACAA&#10;AAArAQAAZHJzL2Uyb0RvYy54bWxQSwUGAAAAAAYABgBZAQAAogUAAAAA&#10;">
                <v:fill on="t" focussize="0,0"/>
                <v:stroke weight="1pt" color="#FFFFFF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-1504315</wp:posOffset>
                </wp:positionH>
                <wp:positionV relativeFrom="paragraph">
                  <wp:posOffset>4143375</wp:posOffset>
                </wp:positionV>
                <wp:extent cx="8006080" cy="1484630"/>
                <wp:effectExtent l="5080" t="5080" r="8890" b="15240"/>
                <wp:wrapNone/>
                <wp:docPr id="43" name="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361315" y="5255895"/>
                          <a:ext cx="8006080" cy="148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33" o:spid="_x0000_s1026" o:spt="1" style="position:absolute;left:0pt;margin-left:-118.45pt;margin-top:326.25pt;height:116.9pt;width:630.4pt;z-index:251699200;mso-width-relative:page;mso-height-relative:page;" fillcolor="#FFFFFF" filled="t" stroked="t" coordsize="21600,21600" o:gfxdata="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54RbtNoAAAANAQAADwAAAAAAAAABACAAAAAiAAAAZHJzL2Rvd25yZXYu&#10;eG1sUEsBAhQAFAAAAAgAh07iQG38n9H5AQAA7gMAAA4AAAAAAAAAAQAgAAAAKQEAAGRycy9lMm9E&#10;b2MueG1sUEsFBgAAAAAGAAYAWQEAAJQFAAAAAA==&#10;">
                <v:fill on="t" focussize="0,0"/>
                <v:stroke color="#FFFFFF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2136775</wp:posOffset>
                </wp:positionV>
                <wp:extent cx="2310765" cy="893445"/>
                <wp:effectExtent l="0" t="0" r="0" b="0"/>
                <wp:wrapNone/>
                <wp:docPr id="63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0490" y="3249295"/>
                          <a:ext cx="2310765" cy="893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textAlignment w:val="baseline"/>
                              <w:rPr>
                                <w:color w:val="FFFFFF"/>
                                <w:sz w:val="32"/>
                              </w:rPr>
                            </w:pPr>
                            <w:r>
                              <w:rPr>
                                <w:rFonts w:ascii="微软雅黑" w:hAnsi="微软雅黑" w:eastAsia="微软雅黑" w:cs="Times New Roman"/>
                                <w:color w:val="FFFFFF"/>
                                <w:kern w:val="24"/>
                                <w:sz w:val="56"/>
                                <w:szCs w:val="48"/>
                              </w:rPr>
                              <w:t xml:space="preserve">MY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/>
                                <w:kern w:val="24"/>
                                <w:sz w:val="56"/>
                                <w:szCs w:val="48"/>
                              </w:rPr>
                              <w:t>RESUME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112.35pt;margin-top:168.25pt;height:70.35pt;width:181.95pt;z-index:251698176;mso-width-relative:page;mso-height-relative:page;" filled="f" stroked="f" coordsize="21600,21600" o:gfxdata="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0uLnM2QAAAAsBAAAPAAAAAAAAAAEAIAAAACIAAABkcnMvZG93bnJldi54bWxQ&#10;SwECFAAUAAAACACHTuJAP8o0dr0BAAA/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textAlignment w:val="baseline"/>
                        <w:rPr>
                          <w:color w:val="FFFFFF"/>
                          <w:sz w:val="32"/>
                        </w:rPr>
                      </w:pPr>
                      <w:r>
                        <w:rPr>
                          <w:rFonts w:ascii="微软雅黑" w:hAnsi="微软雅黑" w:eastAsia="微软雅黑" w:cs="Times New Roman"/>
                          <w:color w:val="FFFFFF"/>
                          <w:kern w:val="24"/>
                          <w:sz w:val="56"/>
                          <w:szCs w:val="48"/>
                        </w:rPr>
                        <w:t xml:space="preserve">MY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FFFFFF"/>
                          <w:kern w:val="24"/>
                          <w:sz w:val="56"/>
                          <w:szCs w:val="48"/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1467485</wp:posOffset>
                </wp:positionH>
                <wp:positionV relativeFrom="paragraph">
                  <wp:posOffset>559435</wp:posOffset>
                </wp:positionV>
                <wp:extent cx="2228850" cy="1884045"/>
                <wp:effectExtent l="0" t="0" r="0" b="0"/>
                <wp:wrapNone/>
                <wp:docPr id="62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63190" y="1671955"/>
                          <a:ext cx="2228850" cy="1884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textAlignment w:val="baseline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/>
                                <w:kern w:val="24"/>
                                <w:sz w:val="160"/>
                                <w:szCs w:val="160"/>
                              </w:rPr>
                              <w:t>简历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15.55pt;margin-top:44.05pt;height:148.35pt;width:175.5pt;z-index:251697152;mso-width-relative:page;mso-height-relative:page;" filled="f" stroked="f" coordsize="21600,21600" o:gfxdata="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rTdPl9cAAAAKAQAADwAAAAAAAAABACAAAAAiAAAAZHJzL2Rvd25yZXYueG1sUEsBAhQA&#10;FAAAAAgAh07iQBW/nQ+6AQAAPwMAAA4AAAAAAAAAAQAgAAAAJgEAAGRycy9lMm9Eb2MueG1sUEsF&#10;BgAAAAAGAAYAWQEAAF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textAlignment w:val="baseline"/>
                        <w:rPr>
                          <w:color w:val="FFFFFF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FFFFFF"/>
                          <w:kern w:val="24"/>
                          <w:sz w:val="160"/>
                          <w:szCs w:val="160"/>
                        </w:rPr>
                        <w:t>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262255</wp:posOffset>
                </wp:positionV>
                <wp:extent cx="3210560" cy="3210560"/>
                <wp:effectExtent l="12700" t="12700" r="15240" b="15240"/>
                <wp:wrapNone/>
                <wp:docPr id="64" name="椭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19630" y="1374775"/>
                          <a:ext cx="3210560" cy="3210560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61" o:spid="_x0000_s1026" o:spt="3" type="#_x0000_t3" style="position:absolute;left:0pt;margin-left:76.9pt;margin-top:20.65pt;height:252.8pt;width:252.8pt;z-index:251699200;mso-width-relative:page;mso-height-relative:page;" filled="f" stroked="t" coordsize="21600,21600" o:gfxdata="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2JK1jZAAAACgEAAA8AAAAAAAAAAQAgAAAAIgAAAGRycy9kb3ducmV2LnhtbFBLAQIUABQA&#10;AAAIAIdO4kAKHaAX7wEAAL8DAAAOAAAAAAAAAAEAIAAAACgBAABkcnMvZTJvRG9jLnhtbFBLBQYA&#10;AAAABgAGAFkBAACJBQAAAAA=&#10;">
                <v:fill on="f" focussize="0,0"/>
                <v:stroke weight="2pt" color="#FFFFFF" joinstyle="round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DA2172"/>
    <w:rsid w:val="002E55E0"/>
    <w:rsid w:val="003C1B4A"/>
    <w:rsid w:val="005804AF"/>
    <w:rsid w:val="00861780"/>
    <w:rsid w:val="00A6301A"/>
    <w:rsid w:val="00B85E33"/>
    <w:rsid w:val="00EC70C7"/>
    <w:rsid w:val="00FA1A47"/>
    <w:rsid w:val="155D11CA"/>
    <w:rsid w:val="18F7010D"/>
    <w:rsid w:val="2ED84D19"/>
    <w:rsid w:val="30DA2172"/>
    <w:rsid w:val="3F2F42A1"/>
    <w:rsid w:val="46F354B2"/>
    <w:rsid w:val="6B970D57"/>
    <w:rsid w:val="6EEB35DB"/>
    <w:rsid w:val="7F6E5F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&#23553;&#38754;+&#31616;&#21382;+&#33258;&#33616;&#20449;&#19977;&#39029;&#27714;&#32844;&#31616;&#21382;&#22871;&#39184;02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简历封面+简历+自荐信三页求职简历套餐02.docx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2017-07-21T12:01:00Z</dcterms:created>
  <dc:creator>kedao</dc:creator>
  <cp:lastModifiedBy>WPS_1528193819</cp:lastModifiedBy>
  <dcterms:modified xsi:type="dcterms:W3CDTF">2018-07-26T06:12:38Z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